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900" w:rsidRPr="0049433A" w:rsidRDefault="00B775D4" w:rsidP="00C02A2E">
      <w:pPr>
        <w:jc w:val="center"/>
        <w:rPr>
          <w:b/>
          <w:color w:val="FF0000"/>
          <w:sz w:val="40"/>
          <w:szCs w:val="40"/>
          <w:lang w:val="de-DE"/>
        </w:rPr>
      </w:pPr>
      <w:r w:rsidRPr="0049433A">
        <w:rPr>
          <w:b/>
          <w:color w:val="FF0000"/>
          <w:sz w:val="40"/>
          <w:szCs w:val="40"/>
          <w:lang w:val="de-DE"/>
        </w:rPr>
        <w:t xml:space="preserve">Design </w:t>
      </w:r>
      <w:r w:rsidR="00C02A2E" w:rsidRPr="0049433A">
        <w:rPr>
          <w:b/>
          <w:color w:val="FF0000"/>
          <w:sz w:val="40"/>
          <w:szCs w:val="40"/>
          <w:lang w:val="de-DE"/>
        </w:rPr>
        <w:t>Journal</w:t>
      </w:r>
    </w:p>
    <w:p w:rsidR="00C02A2E" w:rsidRPr="0049433A" w:rsidRDefault="00C02A2E" w:rsidP="00C02A2E">
      <w:pPr>
        <w:jc w:val="center"/>
        <w:rPr>
          <w:b/>
          <w:sz w:val="20"/>
          <w:szCs w:val="20"/>
          <w:lang w:val="de-DE"/>
        </w:rPr>
      </w:pPr>
    </w:p>
    <w:p w:rsidR="00A81FC3" w:rsidRPr="0049433A" w:rsidRDefault="0049433A" w:rsidP="00A81FC3">
      <w:pPr>
        <w:spacing w:line="360" w:lineRule="auto"/>
        <w:rPr>
          <w:b/>
          <w:sz w:val="28"/>
          <w:szCs w:val="28"/>
          <w:lang w:val="de-DE"/>
        </w:rPr>
      </w:pPr>
      <w:r w:rsidRPr="0049433A">
        <w:rPr>
          <w:b/>
          <w:sz w:val="28"/>
          <w:szCs w:val="28"/>
          <w:lang w:val="de-DE"/>
        </w:rPr>
        <w:t>Datein</w:t>
      </w:r>
      <w:r w:rsidR="00C02A2E" w:rsidRPr="0049433A">
        <w:rPr>
          <w:b/>
          <w:sz w:val="28"/>
          <w:szCs w:val="28"/>
          <w:lang w:val="de-DE"/>
        </w:rPr>
        <w:t>ame:</w:t>
      </w:r>
      <w:r w:rsidR="00A81FC3" w:rsidRPr="0049433A">
        <w:rPr>
          <w:b/>
          <w:sz w:val="28"/>
          <w:szCs w:val="28"/>
          <w:lang w:val="de-DE"/>
        </w:rPr>
        <w:tab/>
      </w:r>
      <w:r w:rsidR="00A81FC3" w:rsidRPr="0049433A">
        <w:rPr>
          <w:b/>
          <w:sz w:val="28"/>
          <w:szCs w:val="28"/>
          <w:lang w:val="de-DE"/>
        </w:rPr>
        <w:tab/>
      </w:r>
      <w:fldSimple w:instr=" DOCPROPERTY  &quot;File Name&quot;  \* MERGEFORMAT ">
        <w:r w:rsidR="00A81FC3" w:rsidRPr="0049433A">
          <w:rPr>
            <w:b/>
            <w:sz w:val="28"/>
            <w:szCs w:val="28"/>
            <w:lang w:val="de-DE"/>
          </w:rPr>
          <w:t xml:space="preserve"> </w:t>
        </w:r>
      </w:fldSimple>
    </w:p>
    <w:p w:rsidR="00C02A2E" w:rsidRPr="0049433A" w:rsidRDefault="0049433A" w:rsidP="00A81FC3">
      <w:pPr>
        <w:spacing w:line="360" w:lineRule="auto"/>
        <w:rPr>
          <w:b/>
          <w:sz w:val="28"/>
          <w:szCs w:val="28"/>
          <w:lang w:val="de-DE"/>
        </w:rPr>
      </w:pPr>
      <w:r w:rsidRPr="0049433A">
        <w:rPr>
          <w:b/>
          <w:sz w:val="28"/>
          <w:szCs w:val="28"/>
          <w:lang w:val="de-DE"/>
        </w:rPr>
        <w:t>Beschreibung</w:t>
      </w:r>
      <w:r w:rsidR="00A81FC3" w:rsidRPr="0049433A">
        <w:rPr>
          <w:b/>
          <w:sz w:val="28"/>
          <w:szCs w:val="28"/>
          <w:lang w:val="de-DE"/>
        </w:rPr>
        <w:t>:</w:t>
      </w:r>
      <w:r w:rsidR="00A81FC3" w:rsidRPr="0049433A">
        <w:rPr>
          <w:b/>
          <w:sz w:val="28"/>
          <w:szCs w:val="28"/>
          <w:lang w:val="de-DE"/>
        </w:rPr>
        <w:tab/>
      </w:r>
      <w:fldSimple w:instr=" DOCPROPERTY  Description  \* MERGEFORMAT ">
        <w:r w:rsidR="00A81FC3" w:rsidRPr="0049433A">
          <w:rPr>
            <w:b/>
            <w:sz w:val="28"/>
            <w:szCs w:val="28"/>
            <w:lang w:val="de-DE"/>
          </w:rPr>
          <w:t xml:space="preserve"> </w:t>
        </w:r>
      </w:fldSimple>
    </w:p>
    <w:p w:rsidR="00540E7D" w:rsidRPr="0049433A" w:rsidRDefault="00B775D4" w:rsidP="00A81FC3">
      <w:pPr>
        <w:spacing w:line="360" w:lineRule="auto"/>
        <w:rPr>
          <w:b/>
          <w:sz w:val="28"/>
          <w:szCs w:val="28"/>
          <w:lang w:val="de-DE"/>
        </w:rPr>
      </w:pPr>
      <w:r w:rsidRPr="0049433A">
        <w:rPr>
          <w:b/>
          <w:sz w:val="28"/>
          <w:szCs w:val="28"/>
          <w:lang w:val="de-DE"/>
        </w:rPr>
        <w:t>Material:</w:t>
      </w:r>
      <w:r w:rsidR="00A81FC3" w:rsidRPr="0049433A">
        <w:rPr>
          <w:b/>
          <w:sz w:val="28"/>
          <w:szCs w:val="28"/>
          <w:lang w:val="de-DE"/>
        </w:rPr>
        <w:tab/>
      </w:r>
      <w:r w:rsidR="00A81FC3" w:rsidRPr="0049433A">
        <w:rPr>
          <w:b/>
          <w:sz w:val="28"/>
          <w:szCs w:val="28"/>
          <w:lang w:val="de-DE"/>
        </w:rPr>
        <w:tab/>
      </w:r>
      <w:fldSimple w:instr=" DOCPROPERTY  Material  \* MERGEFORMAT ">
        <w:r w:rsidR="00A81FC3" w:rsidRPr="0049433A">
          <w:rPr>
            <w:b/>
            <w:sz w:val="28"/>
            <w:szCs w:val="28"/>
            <w:lang w:val="de-DE"/>
          </w:rPr>
          <w:t xml:space="preserve"> </w:t>
        </w:r>
      </w:fldSimple>
    </w:p>
    <w:p w:rsidR="00C02A2E" w:rsidRPr="0049433A" w:rsidRDefault="00C02A2E" w:rsidP="00A81FC3">
      <w:pPr>
        <w:spacing w:line="360" w:lineRule="auto"/>
        <w:rPr>
          <w:color w:val="808080"/>
          <w:sz w:val="28"/>
          <w:szCs w:val="28"/>
          <w:lang w:val="de-DE"/>
        </w:rPr>
      </w:pPr>
    </w:p>
    <w:p w:rsidR="004F65B4" w:rsidRPr="0049433A" w:rsidRDefault="004F65B4" w:rsidP="00C02A2E">
      <w:pPr>
        <w:rPr>
          <w:lang w:val="de-DE"/>
        </w:rPr>
      </w:pPr>
    </w:p>
    <w:sectPr w:rsidR="004F65B4" w:rsidRPr="0049433A" w:rsidSect="00F15DC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CA6" w:rsidRDefault="00AC6CA6" w:rsidP="007165AF">
      <w:r>
        <w:separator/>
      </w:r>
    </w:p>
  </w:endnote>
  <w:endnote w:type="continuationSeparator" w:id="0">
    <w:p w:rsidR="00AC6CA6" w:rsidRDefault="00AC6CA6" w:rsidP="007165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CA6" w:rsidRDefault="00AC6CA6" w:rsidP="007165AF">
      <w:r>
        <w:separator/>
      </w:r>
    </w:p>
  </w:footnote>
  <w:footnote w:type="continuationSeparator" w:id="0">
    <w:p w:rsidR="00AC6CA6" w:rsidRDefault="00AC6CA6" w:rsidP="007165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docVars>
    <w:docVar w:name="Author" w:val=" "/>
    <w:docVar w:name="Description" w:val=" "/>
    <w:docVar w:name="title" w:val="Part1"/>
  </w:docVars>
  <w:rsids>
    <w:rsidRoot w:val="00665D44"/>
    <w:rsid w:val="00001B83"/>
    <w:rsid w:val="000023C4"/>
    <w:rsid w:val="000043AE"/>
    <w:rsid w:val="000141E7"/>
    <w:rsid w:val="00014E69"/>
    <w:rsid w:val="00022B4A"/>
    <w:rsid w:val="00025B35"/>
    <w:rsid w:val="00027C62"/>
    <w:rsid w:val="000500AE"/>
    <w:rsid w:val="0005544B"/>
    <w:rsid w:val="000617C2"/>
    <w:rsid w:val="0007257B"/>
    <w:rsid w:val="00072FFC"/>
    <w:rsid w:val="00073144"/>
    <w:rsid w:val="00075778"/>
    <w:rsid w:val="000772E6"/>
    <w:rsid w:val="000832D6"/>
    <w:rsid w:val="000914E4"/>
    <w:rsid w:val="000A524D"/>
    <w:rsid w:val="000A54B7"/>
    <w:rsid w:val="000B2508"/>
    <w:rsid w:val="000B3422"/>
    <w:rsid w:val="000C0590"/>
    <w:rsid w:val="000C21DD"/>
    <w:rsid w:val="000C3172"/>
    <w:rsid w:val="000C3875"/>
    <w:rsid w:val="000D1DC6"/>
    <w:rsid w:val="000E31A4"/>
    <w:rsid w:val="000E4BEF"/>
    <w:rsid w:val="000E6A5B"/>
    <w:rsid w:val="000F1E45"/>
    <w:rsid w:val="00116386"/>
    <w:rsid w:val="00116822"/>
    <w:rsid w:val="0011712D"/>
    <w:rsid w:val="00122A9B"/>
    <w:rsid w:val="0012416B"/>
    <w:rsid w:val="00130AC8"/>
    <w:rsid w:val="00141A9E"/>
    <w:rsid w:val="0014207E"/>
    <w:rsid w:val="00143172"/>
    <w:rsid w:val="00144DCE"/>
    <w:rsid w:val="001471ED"/>
    <w:rsid w:val="00172893"/>
    <w:rsid w:val="001760FC"/>
    <w:rsid w:val="00176E07"/>
    <w:rsid w:val="001802CC"/>
    <w:rsid w:val="00181096"/>
    <w:rsid w:val="00185746"/>
    <w:rsid w:val="00194414"/>
    <w:rsid w:val="001968E3"/>
    <w:rsid w:val="001A372B"/>
    <w:rsid w:val="001B59FD"/>
    <w:rsid w:val="001B66BC"/>
    <w:rsid w:val="001B78A4"/>
    <w:rsid w:val="001C41FB"/>
    <w:rsid w:val="001E0CD4"/>
    <w:rsid w:val="001E567B"/>
    <w:rsid w:val="00207596"/>
    <w:rsid w:val="00210E14"/>
    <w:rsid w:val="0021642B"/>
    <w:rsid w:val="0022226D"/>
    <w:rsid w:val="00244220"/>
    <w:rsid w:val="00265F1F"/>
    <w:rsid w:val="00275E19"/>
    <w:rsid w:val="00280023"/>
    <w:rsid w:val="002B21C7"/>
    <w:rsid w:val="002B2E37"/>
    <w:rsid w:val="002B7679"/>
    <w:rsid w:val="002C11E0"/>
    <w:rsid w:val="002C4111"/>
    <w:rsid w:val="002D6B02"/>
    <w:rsid w:val="002E2B95"/>
    <w:rsid w:val="002E3C58"/>
    <w:rsid w:val="002F0378"/>
    <w:rsid w:val="00301A5A"/>
    <w:rsid w:val="00313538"/>
    <w:rsid w:val="00320F1F"/>
    <w:rsid w:val="00320FD8"/>
    <w:rsid w:val="00322E4D"/>
    <w:rsid w:val="00342EFA"/>
    <w:rsid w:val="00343820"/>
    <w:rsid w:val="003603AE"/>
    <w:rsid w:val="00363DDA"/>
    <w:rsid w:val="00365912"/>
    <w:rsid w:val="00366612"/>
    <w:rsid w:val="003673D7"/>
    <w:rsid w:val="003715F0"/>
    <w:rsid w:val="00372E1F"/>
    <w:rsid w:val="00375CF6"/>
    <w:rsid w:val="00380A88"/>
    <w:rsid w:val="0039419C"/>
    <w:rsid w:val="003A03F1"/>
    <w:rsid w:val="003A10E6"/>
    <w:rsid w:val="003A37AC"/>
    <w:rsid w:val="003B4DE3"/>
    <w:rsid w:val="003C1D9C"/>
    <w:rsid w:val="003C358E"/>
    <w:rsid w:val="003D3B3D"/>
    <w:rsid w:val="003E114E"/>
    <w:rsid w:val="003E67F6"/>
    <w:rsid w:val="003E77A8"/>
    <w:rsid w:val="003F1504"/>
    <w:rsid w:val="003F5528"/>
    <w:rsid w:val="003F7C25"/>
    <w:rsid w:val="00426D40"/>
    <w:rsid w:val="004319D9"/>
    <w:rsid w:val="00440E6F"/>
    <w:rsid w:val="0044502F"/>
    <w:rsid w:val="004468A5"/>
    <w:rsid w:val="004517C7"/>
    <w:rsid w:val="004572E2"/>
    <w:rsid w:val="00457FBE"/>
    <w:rsid w:val="004603F3"/>
    <w:rsid w:val="00465907"/>
    <w:rsid w:val="004756E7"/>
    <w:rsid w:val="00475847"/>
    <w:rsid w:val="00480094"/>
    <w:rsid w:val="00480853"/>
    <w:rsid w:val="004936D7"/>
    <w:rsid w:val="0049433A"/>
    <w:rsid w:val="0049623B"/>
    <w:rsid w:val="0049635D"/>
    <w:rsid w:val="004A273F"/>
    <w:rsid w:val="004A6E97"/>
    <w:rsid w:val="004D2B88"/>
    <w:rsid w:val="004E45BC"/>
    <w:rsid w:val="004E79EB"/>
    <w:rsid w:val="004F0D97"/>
    <w:rsid w:val="004F65B4"/>
    <w:rsid w:val="005008F9"/>
    <w:rsid w:val="005029B5"/>
    <w:rsid w:val="00504F54"/>
    <w:rsid w:val="00510D00"/>
    <w:rsid w:val="00512F83"/>
    <w:rsid w:val="0051408D"/>
    <w:rsid w:val="0052341A"/>
    <w:rsid w:val="00540E7D"/>
    <w:rsid w:val="0055325E"/>
    <w:rsid w:val="00560020"/>
    <w:rsid w:val="00563412"/>
    <w:rsid w:val="00566B8F"/>
    <w:rsid w:val="005814D4"/>
    <w:rsid w:val="005849E8"/>
    <w:rsid w:val="00585398"/>
    <w:rsid w:val="0058684E"/>
    <w:rsid w:val="00591B0C"/>
    <w:rsid w:val="005A018B"/>
    <w:rsid w:val="005B09F9"/>
    <w:rsid w:val="005B2949"/>
    <w:rsid w:val="005C6AD1"/>
    <w:rsid w:val="005D1F33"/>
    <w:rsid w:val="005E1D46"/>
    <w:rsid w:val="005E490A"/>
    <w:rsid w:val="005F71E8"/>
    <w:rsid w:val="00602A26"/>
    <w:rsid w:val="006067B8"/>
    <w:rsid w:val="00606CD3"/>
    <w:rsid w:val="00610822"/>
    <w:rsid w:val="00610884"/>
    <w:rsid w:val="0062131D"/>
    <w:rsid w:val="00623AAD"/>
    <w:rsid w:val="00623E34"/>
    <w:rsid w:val="00643082"/>
    <w:rsid w:val="00645211"/>
    <w:rsid w:val="0064799D"/>
    <w:rsid w:val="00653E8C"/>
    <w:rsid w:val="00656CC8"/>
    <w:rsid w:val="00665D44"/>
    <w:rsid w:val="00666ABB"/>
    <w:rsid w:val="00670AEC"/>
    <w:rsid w:val="00684EE0"/>
    <w:rsid w:val="00695BD4"/>
    <w:rsid w:val="006A0DA9"/>
    <w:rsid w:val="006A146C"/>
    <w:rsid w:val="006A46F4"/>
    <w:rsid w:val="006A4F49"/>
    <w:rsid w:val="006A671E"/>
    <w:rsid w:val="006A730C"/>
    <w:rsid w:val="006B387D"/>
    <w:rsid w:val="006D1249"/>
    <w:rsid w:val="006D70BB"/>
    <w:rsid w:val="006E4BAE"/>
    <w:rsid w:val="006F0635"/>
    <w:rsid w:val="006F62EA"/>
    <w:rsid w:val="007069DF"/>
    <w:rsid w:val="00731FC0"/>
    <w:rsid w:val="007438EF"/>
    <w:rsid w:val="007441F6"/>
    <w:rsid w:val="00754618"/>
    <w:rsid w:val="00760221"/>
    <w:rsid w:val="00761214"/>
    <w:rsid w:val="00771633"/>
    <w:rsid w:val="00777512"/>
    <w:rsid w:val="00777637"/>
    <w:rsid w:val="00786DD7"/>
    <w:rsid w:val="00790D8D"/>
    <w:rsid w:val="00794234"/>
    <w:rsid w:val="007A785E"/>
    <w:rsid w:val="007C06B6"/>
    <w:rsid w:val="007D5C41"/>
    <w:rsid w:val="007E307F"/>
    <w:rsid w:val="007F29F9"/>
    <w:rsid w:val="008001CB"/>
    <w:rsid w:val="008002F8"/>
    <w:rsid w:val="00800EFD"/>
    <w:rsid w:val="00800FF7"/>
    <w:rsid w:val="00806EA6"/>
    <w:rsid w:val="008152AD"/>
    <w:rsid w:val="008211D6"/>
    <w:rsid w:val="008439F1"/>
    <w:rsid w:val="00852560"/>
    <w:rsid w:val="008525C8"/>
    <w:rsid w:val="008612CA"/>
    <w:rsid w:val="00861C26"/>
    <w:rsid w:val="008633B0"/>
    <w:rsid w:val="00872F7D"/>
    <w:rsid w:val="00895BBE"/>
    <w:rsid w:val="00897757"/>
    <w:rsid w:val="008A40A7"/>
    <w:rsid w:val="008A4278"/>
    <w:rsid w:val="009272B1"/>
    <w:rsid w:val="00937900"/>
    <w:rsid w:val="009511BB"/>
    <w:rsid w:val="0095313F"/>
    <w:rsid w:val="00953561"/>
    <w:rsid w:val="0097797F"/>
    <w:rsid w:val="00995C42"/>
    <w:rsid w:val="0099646C"/>
    <w:rsid w:val="009A0973"/>
    <w:rsid w:val="009B0235"/>
    <w:rsid w:val="009B13C3"/>
    <w:rsid w:val="009C1DA0"/>
    <w:rsid w:val="009F11A5"/>
    <w:rsid w:val="00A1176B"/>
    <w:rsid w:val="00A23EEC"/>
    <w:rsid w:val="00A2505D"/>
    <w:rsid w:val="00A302EE"/>
    <w:rsid w:val="00A31202"/>
    <w:rsid w:val="00A31A1E"/>
    <w:rsid w:val="00A34C8B"/>
    <w:rsid w:val="00A43CFB"/>
    <w:rsid w:val="00A63EC1"/>
    <w:rsid w:val="00A65E6C"/>
    <w:rsid w:val="00A81FC3"/>
    <w:rsid w:val="00A86846"/>
    <w:rsid w:val="00A868D9"/>
    <w:rsid w:val="00A90169"/>
    <w:rsid w:val="00A9563E"/>
    <w:rsid w:val="00AA01F8"/>
    <w:rsid w:val="00AA0EB2"/>
    <w:rsid w:val="00AA620F"/>
    <w:rsid w:val="00AC6CA6"/>
    <w:rsid w:val="00AD1707"/>
    <w:rsid w:val="00AD224B"/>
    <w:rsid w:val="00AD3CE5"/>
    <w:rsid w:val="00AE08B3"/>
    <w:rsid w:val="00AE0E4A"/>
    <w:rsid w:val="00AF732F"/>
    <w:rsid w:val="00B00690"/>
    <w:rsid w:val="00B009A5"/>
    <w:rsid w:val="00B04D34"/>
    <w:rsid w:val="00B23F8C"/>
    <w:rsid w:val="00B24381"/>
    <w:rsid w:val="00B24A2B"/>
    <w:rsid w:val="00B251A0"/>
    <w:rsid w:val="00B37AA2"/>
    <w:rsid w:val="00B40E95"/>
    <w:rsid w:val="00B43824"/>
    <w:rsid w:val="00B47CEB"/>
    <w:rsid w:val="00B54FCA"/>
    <w:rsid w:val="00B55A98"/>
    <w:rsid w:val="00B561CA"/>
    <w:rsid w:val="00B6180A"/>
    <w:rsid w:val="00B64D5F"/>
    <w:rsid w:val="00B73AD9"/>
    <w:rsid w:val="00B775D4"/>
    <w:rsid w:val="00B91D01"/>
    <w:rsid w:val="00BA25A4"/>
    <w:rsid w:val="00BA31C5"/>
    <w:rsid w:val="00BA56CB"/>
    <w:rsid w:val="00BA5F9E"/>
    <w:rsid w:val="00BB10B9"/>
    <w:rsid w:val="00BB1531"/>
    <w:rsid w:val="00BD26C7"/>
    <w:rsid w:val="00BE0C16"/>
    <w:rsid w:val="00BE17BC"/>
    <w:rsid w:val="00BE2B79"/>
    <w:rsid w:val="00BE3581"/>
    <w:rsid w:val="00BE4E71"/>
    <w:rsid w:val="00BE7AB1"/>
    <w:rsid w:val="00BF4F3A"/>
    <w:rsid w:val="00C02A2E"/>
    <w:rsid w:val="00C24597"/>
    <w:rsid w:val="00C32028"/>
    <w:rsid w:val="00C348F0"/>
    <w:rsid w:val="00C3660D"/>
    <w:rsid w:val="00C368E8"/>
    <w:rsid w:val="00C3726E"/>
    <w:rsid w:val="00C421C5"/>
    <w:rsid w:val="00C45077"/>
    <w:rsid w:val="00C47E82"/>
    <w:rsid w:val="00C539F4"/>
    <w:rsid w:val="00C53F3F"/>
    <w:rsid w:val="00C578C7"/>
    <w:rsid w:val="00C90E51"/>
    <w:rsid w:val="00C9397B"/>
    <w:rsid w:val="00C95B03"/>
    <w:rsid w:val="00C96D5F"/>
    <w:rsid w:val="00CC702F"/>
    <w:rsid w:val="00CD30FF"/>
    <w:rsid w:val="00CD39E5"/>
    <w:rsid w:val="00CD47D9"/>
    <w:rsid w:val="00CE6461"/>
    <w:rsid w:val="00CE64D6"/>
    <w:rsid w:val="00D0417B"/>
    <w:rsid w:val="00D1421E"/>
    <w:rsid w:val="00D24303"/>
    <w:rsid w:val="00D31EA6"/>
    <w:rsid w:val="00D513EA"/>
    <w:rsid w:val="00D561CE"/>
    <w:rsid w:val="00D814B4"/>
    <w:rsid w:val="00DB19E3"/>
    <w:rsid w:val="00DC74EF"/>
    <w:rsid w:val="00DD3E61"/>
    <w:rsid w:val="00DF1994"/>
    <w:rsid w:val="00DF7462"/>
    <w:rsid w:val="00E02364"/>
    <w:rsid w:val="00E12459"/>
    <w:rsid w:val="00E125DC"/>
    <w:rsid w:val="00E1440A"/>
    <w:rsid w:val="00E31880"/>
    <w:rsid w:val="00E4425D"/>
    <w:rsid w:val="00E44D46"/>
    <w:rsid w:val="00E45774"/>
    <w:rsid w:val="00E45A69"/>
    <w:rsid w:val="00E51395"/>
    <w:rsid w:val="00E52FE2"/>
    <w:rsid w:val="00E57300"/>
    <w:rsid w:val="00E60C55"/>
    <w:rsid w:val="00E63294"/>
    <w:rsid w:val="00E702C4"/>
    <w:rsid w:val="00E85A44"/>
    <w:rsid w:val="00E92A70"/>
    <w:rsid w:val="00EA0375"/>
    <w:rsid w:val="00EA2D5C"/>
    <w:rsid w:val="00EB05F0"/>
    <w:rsid w:val="00EB3304"/>
    <w:rsid w:val="00EB57DD"/>
    <w:rsid w:val="00EC2D66"/>
    <w:rsid w:val="00EC6E33"/>
    <w:rsid w:val="00EE14F1"/>
    <w:rsid w:val="00EE6BF2"/>
    <w:rsid w:val="00EE7F2F"/>
    <w:rsid w:val="00EF7C59"/>
    <w:rsid w:val="00F01588"/>
    <w:rsid w:val="00F15DC4"/>
    <w:rsid w:val="00F172A3"/>
    <w:rsid w:val="00F209EF"/>
    <w:rsid w:val="00F2742D"/>
    <w:rsid w:val="00F5342B"/>
    <w:rsid w:val="00F53548"/>
    <w:rsid w:val="00F5536C"/>
    <w:rsid w:val="00F55433"/>
    <w:rsid w:val="00F607F4"/>
    <w:rsid w:val="00F63C79"/>
    <w:rsid w:val="00F671E0"/>
    <w:rsid w:val="00F84C98"/>
    <w:rsid w:val="00F862E1"/>
    <w:rsid w:val="00F91F03"/>
    <w:rsid w:val="00F9425A"/>
    <w:rsid w:val="00FA033B"/>
    <w:rsid w:val="00FE11AB"/>
    <w:rsid w:val="00FF3C3B"/>
    <w:rsid w:val="00FF451E"/>
    <w:rsid w:val="00FF694F"/>
    <w:rsid w:val="00FF6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A4278"/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02A2E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rsid w:val="00C02A2E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hiss\Desktop\templates\Journal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Journal4.dot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Journal</vt:lpstr>
    </vt:vector>
  </TitlesOfParts>
  <Company>solidworks</Company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Journal</dc:title>
  <dc:creator>Rajendar Gunnala</dc:creator>
  <cp:lastModifiedBy>cwendl</cp:lastModifiedBy>
  <cp:revision>3</cp:revision>
  <cp:lastPrinted>2011-03-02T08:38:00Z</cp:lastPrinted>
  <dcterms:created xsi:type="dcterms:W3CDTF">2011-03-02T08:38:00Z</dcterms:created>
  <dcterms:modified xsi:type="dcterms:W3CDTF">2011-04-15T15:40:00Z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 Name">
    <vt:lpwstr> </vt:lpwstr>
  </property>
  <property fmtid="{D5CDD505-2E9C-101B-9397-08002B2CF9AE}" pid="3" name="Description">
    <vt:lpwstr> </vt:lpwstr>
  </property>
  <property fmtid="{D5CDD505-2E9C-101B-9397-08002B2CF9AE}" pid="4" name="Material">
    <vt:lpwstr> </vt:lpwstr>
  </property>
</Properties>
</file>